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337" w:lineRule="exact"/>
        <w:ind w:left="3326" w:right="-20"/>
        <w:jc w:val="left"/>
        <w:rPr>
          <w:rFonts w:ascii="Calibri" w:hAnsi="Calibri" w:cs="Calibri" w:eastAsia="Calibri"/>
          <w:sz w:val="28"/>
          <w:szCs w:val="28"/>
        </w:rPr>
      </w:pPr>
      <w:rPr/>
      <w:r>
        <w:rPr/>
        <w:pict>
          <v:group style="position:absolute;margin-left:60pt;margin-top:56.100101pt;width:486pt;height:110.25pt;mso-position-horizontal-relative:page;mso-position-vertical-relative:page;z-index:-51" coordorigin="1200,1122" coordsize="9720,2205">
            <v:shape style="position:absolute;left:1200;top:1122;width:9720;height:2205" coordorigin="1200,1122" coordsize="9720,2205" path="m10920,1122l6075,3327,1200,1122,10920,1122xe" filled="f" stroked="t" strokeweight="2pt" strokecolor="#000000">
              <v:path arrowok="t"/>
            </v:shape>
          </v:group>
          <w10:wrap type="none"/>
        </w:pict>
      </w:r>
      <w:r>
        <w:rPr/>
        <w:pict>
          <v:group style="position:absolute;margin-left:66.75pt;margin-top:614.099976pt;width:486pt;height:124.5pt;mso-position-horizontal-relative:page;mso-position-vertical-relative:page;z-index:-50" coordorigin="1335,12282" coordsize="9720,2490">
            <v:shape style="position:absolute;left:1335;top:12282;width:9720;height:2490" coordorigin="1335,12282" coordsize="9720,2490" path="m1335,14772l6180,12282,11055,14772,1335,14772xe" filled="f" stroked="t" strokeweight="2pt" strokecolor="#000000">
              <v:path arrowok="t"/>
            </v:shape>
          </v:group>
          <w10:wrap type="none"/>
        </w:pict>
      </w:r>
      <w:r>
        <w:rPr/>
        <w:pict>
          <v:group style="position:absolute;margin-left:60pt;margin-top:175.350601pt;width:490.5pt;height:133.5pt;mso-position-horizontal-relative:page;mso-position-vertical-relative:page;z-index:-49" coordorigin="1200,3507" coordsize="9810,2670">
            <v:shape style="position:absolute;left:1200;top:3507;width:9810;height:2670" coordorigin="1200,3507" coordsize="9810,2670" path="m1200,3952l1206,3880,1223,3811,1250,3748,1286,3689,1330,3637,1382,3593,1440,3557,1504,3530,1573,3513,1645,3507,10565,3507,10637,3513,10706,3530,10770,3557,10828,3593,10880,3637,10924,3689,10960,3748,10987,3811,11004,3880,11010,3952,11010,5732,11004,5804,10987,5873,10960,5937,10924,5995,10880,6047,10828,6091,10770,6127,10706,6154,10637,6171,10565,6177,1645,6177,1573,6171,1504,6154,1440,6127,1382,6091,1330,6047,1286,5995,1250,5937,1223,5873,1206,5804,1200,5732,1200,3952xe" filled="f" stroked="t" strokeweight="2pt" strokecolor="#000000">
              <v:path arrowok="t"/>
            </v:shape>
          </v:group>
          <w10:wrap type="none"/>
        </w:pict>
      </w:r>
      <w:r>
        <w:rPr/>
        <w:pict>
          <v:group style="position:absolute;margin-left:62.25pt;margin-top:329.100586pt;width:490.5pt;height:133.5pt;mso-position-horizontal-relative:page;mso-position-vertical-relative:page;z-index:-48" coordorigin="1245,6582" coordsize="9810,2670">
            <v:shape style="position:absolute;left:1245;top:6582;width:9810;height:2670" coordorigin="1245,6582" coordsize="9810,2670" path="m1245,7027l1251,6955,1268,6886,1295,6823,1331,6764,1375,6712,1427,6668,1485,6632,1549,6605,1618,6588,1690,6582,10610,6582,10682,6588,10751,6605,10815,6632,10873,6668,10925,6712,10969,6764,11005,6823,11032,6886,11049,6955,11055,7027,11055,8807,11049,8879,11032,8948,11005,9012,10969,9070,10925,9122,10873,9166,10815,9202,10751,9229,10682,9246,10610,9252,1690,9252,1618,9246,1549,9229,1485,9202,1427,9166,1375,9122,1331,9070,1295,9012,1268,8948,1251,8879,1245,8807,1245,7027xe" filled="f" stroked="t" strokeweight="2pt" strokecolor="#000000">
              <v:path arrowok="t"/>
            </v:shape>
          </v:group>
          <w10:wrap type="none"/>
        </w:pict>
      </w:r>
      <w:r>
        <w:rPr/>
        <w:pict>
          <v:group style="position:absolute;margin-left:62.25pt;margin-top:475.350586pt;width:490.5pt;height:133.5pt;mso-position-horizontal-relative:page;mso-position-vertical-relative:page;z-index:-47" coordorigin="1245,9507" coordsize="9810,2670">
            <v:shape style="position:absolute;left:1245;top:9507;width:9810;height:2670" coordorigin="1245,9507" coordsize="9810,2670" path="m1245,9952l1251,9880,1268,9811,1295,9748,1331,9689,1375,9637,1427,9593,1485,9557,1549,9530,1618,9513,1690,9507,10610,9507,10682,9513,10751,9530,10815,9557,10873,9593,10925,9637,10969,9689,11005,9748,11032,9811,11049,9880,11055,9952,11055,11732,11049,11804,11032,11873,11005,11937,10969,11995,10925,12047,10873,12091,10815,12127,10751,12154,10682,12171,10610,12177,1690,12177,1618,12171,1549,12154,1485,12127,1427,12091,1375,12047,1331,11995,1295,11937,1268,11873,1251,11804,1245,11732,1245,9952xe" filled="f" stroked="t" strokeweight="2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</w:rPr>
        <w:t>P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nt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</w:rPr>
        <w:t>F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</w:rPr>
        <w:t>E</w:t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</w:rPr>
        <w:t>s</w:t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</w:rPr>
        <w:t>sa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</w:rPr>
        <w:t>u</w:t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</w:rPr>
        <w:t>tl</w:t>
      </w:r>
      <w:r>
        <w:rPr>
          <w:rFonts w:ascii="Calibri" w:hAnsi="Calibri" w:cs="Calibri" w:eastAsia="Calibri"/>
          <w:sz w:val="28"/>
          <w:szCs w:val="28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ne</w:t>
      </w:r>
      <w:r>
        <w:rPr>
          <w:rFonts w:ascii="Calibri" w:hAnsi="Calibri" w:cs="Calibri" w:eastAsia="Calibri"/>
          <w:sz w:val="28"/>
          <w:szCs w:val="28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9" w:lineRule="exact"/>
        <w:ind w:left="100" w:right="6281"/>
        <w:jc w:val="both"/>
        <w:rPr>
          <w:rFonts w:ascii="Comic Sans MS" w:hAnsi="Comic Sans MS" w:cs="Comic Sans MS" w:eastAsia="Comic Sans MS"/>
          <w:sz w:val="22"/>
          <w:szCs w:val="22"/>
        </w:rPr>
      </w:pPr>
      <w:rPr/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IN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-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-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A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tte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n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i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n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g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ette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432" w:lineRule="auto"/>
        <w:ind w:left="100" w:right="7109"/>
        <w:jc w:val="left"/>
        <w:rPr>
          <w:rFonts w:ascii="Comic Sans MS" w:hAnsi="Comic Sans MS" w:cs="Comic Sans MS" w:eastAsia="Comic Sans MS"/>
          <w:sz w:val="22"/>
          <w:szCs w:val="22"/>
        </w:rPr>
      </w:pPr>
      <w:rPr/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L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ad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i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ng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up</w:t>
      </w:r>
      <w:r>
        <w:rPr>
          <w:rFonts w:ascii="Comic Sans MS" w:hAnsi="Comic Sans MS" w:cs="Comic Sans MS" w:eastAsia="Comic Sans MS"/>
          <w:sz w:val="22"/>
          <w:szCs w:val="22"/>
          <w:spacing w:val="-2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i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n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f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-2"/>
          <w:w w:val="100"/>
        </w:rPr>
        <w:t>i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a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te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m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n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t: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32" w:lineRule="auto"/>
        <w:ind w:left="100" w:right="8120"/>
        <w:jc w:val="both"/>
        <w:rPr>
          <w:rFonts w:ascii="Comic Sans MS" w:hAnsi="Comic Sans MS" w:cs="Comic Sans MS" w:eastAsia="Comic Sans MS"/>
          <w:sz w:val="22"/>
          <w:szCs w:val="22"/>
        </w:rPr>
      </w:pPr>
      <w:rPr/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p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i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c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2"/>
          <w:w w:val="100"/>
        </w:rPr>
        <w:t>B:</w:t>
      </w:r>
      <w:r>
        <w:rPr>
          <w:rFonts w:ascii="Comic Sans MS" w:hAnsi="Comic Sans MS" w:cs="Comic Sans MS" w:eastAsia="Comic Sans MS"/>
          <w:sz w:val="22"/>
          <w:szCs w:val="22"/>
          <w:spacing w:val="-2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upp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upp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upp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32" w:lineRule="auto"/>
        <w:ind w:left="100" w:right="8120"/>
        <w:jc w:val="both"/>
        <w:rPr>
          <w:rFonts w:ascii="Comic Sans MS" w:hAnsi="Comic Sans MS" w:cs="Comic Sans MS" w:eastAsia="Comic Sans MS"/>
          <w:sz w:val="22"/>
          <w:szCs w:val="22"/>
        </w:rPr>
      </w:pPr>
      <w:rPr/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p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i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c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4"/>
          <w:w w:val="100"/>
        </w:rPr>
        <w:t>C:</w:t>
      </w:r>
      <w:r>
        <w:rPr>
          <w:rFonts w:ascii="Comic Sans MS" w:hAnsi="Comic Sans MS" w:cs="Comic Sans MS" w:eastAsia="Comic Sans MS"/>
          <w:sz w:val="22"/>
          <w:szCs w:val="22"/>
          <w:spacing w:val="-4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upp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upp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upp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32" w:lineRule="auto"/>
        <w:ind w:left="100" w:right="8120"/>
        <w:jc w:val="both"/>
        <w:rPr>
          <w:rFonts w:ascii="Comic Sans MS" w:hAnsi="Comic Sans MS" w:cs="Comic Sans MS" w:eastAsia="Comic Sans MS"/>
          <w:sz w:val="22"/>
          <w:szCs w:val="22"/>
        </w:rPr>
      </w:pPr>
      <w:rPr/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p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i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c</w:t>
      </w:r>
      <w:r>
        <w:rPr>
          <w:rFonts w:ascii="Comic Sans MS" w:hAnsi="Comic Sans MS" w:cs="Comic Sans MS" w:eastAsia="Comic Sans MS"/>
          <w:sz w:val="22"/>
          <w:szCs w:val="22"/>
          <w:spacing w:val="-2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A: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upp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upp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upp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o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32" w:lineRule="auto"/>
        <w:ind w:left="100" w:right="6351"/>
        <w:jc w:val="left"/>
        <w:rPr>
          <w:rFonts w:ascii="Comic Sans MS" w:hAnsi="Comic Sans MS" w:cs="Comic Sans MS" w:eastAsia="Comic Sans MS"/>
          <w:sz w:val="22"/>
          <w:szCs w:val="22"/>
        </w:rPr>
      </w:pPr>
      <w:rPr/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CONC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L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U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ION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u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mm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a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2"/>
          <w:w w:val="100"/>
        </w:rPr>
        <w:t>y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a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i</w:t>
      </w:r>
      <w:r>
        <w:rPr>
          <w:rFonts w:ascii="Comic Sans MS" w:hAnsi="Comic Sans MS" w:cs="Comic Sans MS" w:eastAsia="Comic Sans MS"/>
          <w:sz w:val="22"/>
          <w:szCs w:val="22"/>
          <w:spacing w:val="-2"/>
          <w:w w:val="100"/>
        </w:rPr>
        <w:t>s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</w:p>
    <w:p>
      <w:pPr>
        <w:spacing w:before="0" w:after="0" w:line="240" w:lineRule="auto"/>
        <w:ind w:left="100" w:right="7648"/>
        <w:jc w:val="both"/>
        <w:rPr>
          <w:rFonts w:ascii="Comic Sans MS" w:hAnsi="Comic Sans MS" w:cs="Comic Sans MS" w:eastAsia="Comic Sans MS"/>
          <w:sz w:val="22"/>
          <w:szCs w:val="22"/>
        </w:rPr>
      </w:pPr>
      <w:rPr/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T</w:t>
      </w:r>
      <w:r>
        <w:rPr>
          <w:rFonts w:ascii="Comic Sans MS" w:hAnsi="Comic Sans MS" w:cs="Comic Sans MS" w:eastAsia="Comic Sans MS"/>
          <w:sz w:val="22"/>
          <w:szCs w:val="22"/>
          <w:spacing w:val="1"/>
          <w:w w:val="100"/>
        </w:rPr>
        <w:t>i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 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to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g</w:t>
      </w:r>
      <w:r>
        <w:rPr>
          <w:rFonts w:ascii="Comic Sans MS" w:hAnsi="Comic Sans MS" w:cs="Comic Sans MS" w:eastAsia="Comic Sans MS"/>
          <w:sz w:val="22"/>
          <w:szCs w:val="22"/>
          <w:spacing w:val="-1"/>
          <w:w w:val="100"/>
        </w:rPr>
        <w:t>et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h</w:t>
      </w:r>
      <w:r>
        <w:rPr>
          <w:rFonts w:ascii="Comic Sans MS" w:hAnsi="Comic Sans MS" w:cs="Comic Sans MS" w:eastAsia="Comic Sans MS"/>
          <w:sz w:val="22"/>
          <w:szCs w:val="22"/>
          <w:spacing w:val="-3"/>
          <w:w w:val="100"/>
        </w:rPr>
        <w:t>e</w:t>
      </w:r>
      <w:r>
        <w:rPr>
          <w:rFonts w:ascii="Comic Sans MS" w:hAnsi="Comic Sans MS" w:cs="Comic Sans MS" w:eastAsia="Comic Sans MS"/>
          <w:sz w:val="22"/>
          <w:szCs w:val="22"/>
          <w:spacing w:val="2"/>
          <w:w w:val="100"/>
        </w:rPr>
        <w:t>r</w:t>
      </w:r>
      <w:r>
        <w:rPr>
          <w:rFonts w:ascii="Comic Sans MS" w:hAnsi="Comic Sans MS" w:cs="Comic Sans MS" w:eastAsia="Comic Sans MS"/>
          <w:sz w:val="22"/>
          <w:szCs w:val="22"/>
          <w:spacing w:val="0"/>
          <w:w w:val="100"/>
        </w:rPr>
        <w:t>:</w:t>
      </w:r>
    </w:p>
    <w:sectPr>
      <w:pgSz w:w="12240" w:h="15840"/>
      <w:pgMar w:top="680" w:bottom="280" w:left="134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dcterms:created xsi:type="dcterms:W3CDTF">2013-02-04T16:42:20Z</dcterms:created>
  <dcterms:modified xsi:type="dcterms:W3CDTF">2013-02-04T16:42:20Z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2013-02-04T00:00:00Z</vt:filetime>
  </property>
  <property fmtid="{D5CDD505-2E9C-101B-9397-08002B2CF9AE}" pid="3" name="LastSaved">
    <vt:filetime>2013-02-05T00:00:00Z</vt:filetime>
  </property>
</Properties>
</file>